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4F892">
      <w:pPr>
        <w:widowControl/>
        <w:spacing w:line="560" w:lineRule="exact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附件3</w:t>
      </w:r>
    </w:p>
    <w:p w14:paraId="327C7445">
      <w:pPr>
        <w:spacing w:line="440" w:lineRule="exact"/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                    </w:t>
      </w:r>
      <w:r>
        <w:rPr>
          <w:rFonts w:hint="eastAsia" w:ascii="楷体_GB2312" w:hAnsi="宋体" w:eastAsia="楷体_GB2312" w:cs="宋体"/>
          <w:bCs/>
          <w:color w:val="000000"/>
          <w:kern w:val="0"/>
          <w:sz w:val="28"/>
          <w:szCs w:val="28"/>
        </w:rPr>
        <w:t xml:space="preserve"> </w:t>
      </w:r>
    </w:p>
    <w:p w14:paraId="4A01F990">
      <w:pPr>
        <w:widowControl/>
        <w:jc w:val="center"/>
        <w:rPr>
          <w:rFonts w:hint="eastAsia" w:ascii="华文中宋" w:hAnsi="华文中宋" w:eastAsia="华文中宋"/>
          <w:bCs/>
          <w:kern w:val="0"/>
          <w:sz w:val="44"/>
          <w:szCs w:val="44"/>
        </w:rPr>
      </w:pPr>
      <w:r>
        <w:rPr>
          <w:rFonts w:hint="eastAsia" w:ascii="华文中宋" w:hAnsi="华文中宋" w:eastAsia="华文中宋"/>
          <w:bCs/>
          <w:kern w:val="0"/>
          <w:sz w:val="44"/>
          <w:szCs w:val="44"/>
        </w:rPr>
        <w:t>山东省职业教育教学改革研究项目</w:t>
      </w:r>
      <w:bookmarkStart w:id="2" w:name="_GoBack"/>
      <w:bookmarkEnd w:id="2"/>
    </w:p>
    <w:p w14:paraId="6F9AD9FC">
      <w:pPr>
        <w:widowControl/>
        <w:jc w:val="center"/>
        <w:rPr>
          <w:rFonts w:hint="eastAsia" w:ascii="华文新魏" w:hAnsi="Times New Roman" w:eastAsia="华文新魏"/>
          <w:bCs/>
          <w:kern w:val="0"/>
          <w:sz w:val="96"/>
          <w:szCs w:val="96"/>
        </w:rPr>
      </w:pPr>
      <w:r>
        <w:rPr>
          <w:rFonts w:hint="eastAsia" w:ascii="华文新魏" w:hAnsi="Times New Roman" w:eastAsia="华文新魏"/>
          <w:bCs/>
          <w:kern w:val="0"/>
          <w:sz w:val="96"/>
          <w:szCs w:val="96"/>
        </w:rPr>
        <w:t>申 报 书</w:t>
      </w:r>
    </w:p>
    <w:p w14:paraId="40CD8F6F">
      <w:pPr>
        <w:widowControl/>
        <w:rPr>
          <w:rFonts w:hint="eastAsia" w:ascii="仿宋_GB2312" w:hAnsi="Times New Roman" w:eastAsia="仿宋_GB2312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 xml:space="preserve"> </w:t>
      </w:r>
    </w:p>
    <w:p w14:paraId="00CDCDCF">
      <w:pPr>
        <w:adjustRightInd w:val="0"/>
        <w:spacing w:line="600" w:lineRule="exact"/>
        <w:ind w:firstLine="720" w:firstLineChars="200"/>
        <w:rPr>
          <w:rFonts w:hint="eastAsia" w:ascii="Times New Roman" w:hAnsi="Times New Roman" w:eastAsia="宋体"/>
          <w:bCs/>
          <w:sz w:val="22"/>
          <w:u w:val="single"/>
        </w:rPr>
      </w:pPr>
      <w:r>
        <w:rPr>
          <w:rFonts w:hint="eastAsia" w:ascii="楷体_GB2312" w:hAnsi="宋体" w:eastAsia="楷体_GB2312" w:cs="宋体"/>
          <w:bCs/>
          <w:sz w:val="36"/>
          <w:szCs w:val="36"/>
        </w:rPr>
        <w:t>项 目 名 称</w:t>
      </w:r>
      <w:r>
        <w:rPr>
          <w:rFonts w:hint="eastAsia" w:ascii="仿宋_GB2312" w:hAnsi="宋体" w:eastAsia="仿宋_GB2312" w:cs="宋体"/>
          <w:bCs/>
          <w:sz w:val="36"/>
          <w:szCs w:val="36"/>
        </w:rPr>
        <w:t>：</w:t>
      </w:r>
      <w:r>
        <w:rPr>
          <w:rFonts w:hint="eastAsia" w:ascii="宋体" w:hAnsi="宋体" w:eastAsia="宋体" w:cs="宋体"/>
          <w:bCs/>
          <w:sz w:val="22"/>
        </w:rPr>
        <w:t>____________________________________________</w:t>
      </w:r>
    </w:p>
    <w:p w14:paraId="0131CC84">
      <w:pPr>
        <w:adjustRightInd w:val="0"/>
        <w:spacing w:line="600" w:lineRule="exact"/>
        <w:ind w:firstLine="784" w:firstLineChars="200"/>
        <w:rPr>
          <w:rFonts w:ascii="仿宋_GB2312" w:hAnsi="宋体" w:eastAsia="仿宋_GB2312" w:cs="宋体"/>
          <w:bCs/>
          <w:sz w:val="36"/>
          <w:szCs w:val="36"/>
        </w:rPr>
      </w:pPr>
      <w:r>
        <w:rPr>
          <w:rFonts w:hint="eastAsia" w:ascii="楷体_GB2312" w:hAnsi="宋体" w:eastAsia="楷体_GB2312" w:cs="宋体"/>
          <w:bCs/>
          <w:spacing w:val="16"/>
          <w:sz w:val="36"/>
          <w:szCs w:val="36"/>
        </w:rPr>
        <w:t>项目主持人</w:t>
      </w:r>
      <w:r>
        <w:rPr>
          <w:rFonts w:hint="eastAsia" w:ascii="仿宋_GB2312" w:hAnsi="宋体" w:eastAsia="仿宋_GB2312" w:cs="宋体"/>
          <w:bCs/>
          <w:sz w:val="36"/>
          <w:szCs w:val="36"/>
        </w:rPr>
        <w:t>：</w:t>
      </w:r>
      <w:r>
        <w:rPr>
          <w:rFonts w:hint="eastAsia" w:ascii="宋体" w:hAnsi="宋体" w:eastAsia="宋体" w:cs="宋体"/>
          <w:bCs/>
          <w:sz w:val="22"/>
        </w:rPr>
        <w:t>_____________________________________________</w:t>
      </w:r>
    </w:p>
    <w:p w14:paraId="7E76F651">
      <w:pPr>
        <w:widowControl/>
        <w:adjustRightInd w:val="0"/>
        <w:spacing w:line="600" w:lineRule="exact"/>
        <w:ind w:firstLine="720" w:firstLineChars="200"/>
        <w:rPr>
          <w:rFonts w:hint="eastAsia" w:ascii="仿宋_GB2312" w:hAnsi="Times New Roman" w:eastAsia="仿宋_GB2312"/>
          <w:bCs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>申 请 单 位</w:t>
      </w:r>
      <w:r>
        <w:rPr>
          <w:rFonts w:hint="eastAsia" w:ascii="仿宋_GB2312" w:hAnsi="Times New Roman" w:eastAsia="仿宋_GB2312"/>
          <w:bCs/>
          <w:kern w:val="0"/>
          <w:sz w:val="36"/>
          <w:szCs w:val="36"/>
        </w:rPr>
        <w:t>：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</w:p>
    <w:p w14:paraId="6E471080">
      <w:pPr>
        <w:widowControl/>
        <w:adjustRightInd w:val="0"/>
        <w:spacing w:line="600" w:lineRule="exact"/>
        <w:ind w:firstLine="720" w:firstLineChars="200"/>
        <w:jc w:val="left"/>
        <w:rPr>
          <w:rFonts w:ascii="Times New Roman" w:hAnsi="Times New Roman" w:eastAsia="宋体"/>
          <w:bCs/>
          <w:kern w:val="0"/>
          <w:sz w:val="22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>合 作 单 位：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</w:p>
    <w:p w14:paraId="716371D6">
      <w:pPr>
        <w:widowControl/>
        <w:adjustRightInd w:val="0"/>
        <w:spacing w:line="600" w:lineRule="exact"/>
        <w:ind w:firstLine="2880" w:firstLineChars="800"/>
        <w:jc w:val="left"/>
        <w:rPr>
          <w:rFonts w:hint="eastAsia" w:ascii="仿宋_GB2312" w:hAnsi="Times New Roman" w:eastAsia="仿宋_GB2312"/>
          <w:bCs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 xml:space="preserve"> 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 xml:space="preserve">            </w:t>
      </w:r>
    </w:p>
    <w:p w14:paraId="67A9B01B">
      <w:pPr>
        <w:widowControl/>
        <w:adjustRightInd w:val="0"/>
        <w:spacing w:line="600" w:lineRule="exact"/>
        <w:ind w:firstLine="440" w:firstLineChars="200"/>
        <w:rPr>
          <w:rFonts w:hint="eastAsia" w:ascii="仿宋_GB2312" w:hAnsi="Times New Roman" w:eastAsia="仿宋_GB2312"/>
          <w:bCs/>
          <w:kern w:val="0"/>
          <w:sz w:val="36"/>
          <w:szCs w:val="36"/>
        </w:rPr>
      </w:pPr>
      <w:r>
        <w:rPr>
          <w:rFonts w:ascii="Times New Roman" w:hAnsi="Times New Roman" w:eastAsia="宋体"/>
          <w:bCs/>
          <w:kern w:val="0"/>
          <w:sz w:val="22"/>
        </w:rPr>
        <w:t xml:space="preserve">                       _____________________________________________</w:t>
      </w:r>
    </w:p>
    <w:p w14:paraId="74C91428">
      <w:pPr>
        <w:widowControl/>
        <w:adjustRightInd w:val="0"/>
        <w:spacing w:line="600" w:lineRule="exact"/>
        <w:ind w:firstLine="720" w:firstLineChars="200"/>
        <w:rPr>
          <w:rFonts w:hint="eastAsia" w:ascii="仿宋_GB2312" w:hAnsi="Times New Roman" w:eastAsia="仿宋_GB2312"/>
          <w:bCs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>通 讯 地 址</w:t>
      </w:r>
      <w:r>
        <w:rPr>
          <w:rFonts w:hint="eastAsia" w:ascii="仿宋_GB2312" w:hAnsi="Times New Roman" w:eastAsia="仿宋_GB2312"/>
          <w:bCs/>
          <w:kern w:val="0"/>
          <w:sz w:val="36"/>
          <w:szCs w:val="36"/>
        </w:rPr>
        <w:t>：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</w:p>
    <w:p w14:paraId="373F466D">
      <w:pPr>
        <w:widowControl/>
        <w:adjustRightInd w:val="0"/>
        <w:spacing w:line="600" w:lineRule="exact"/>
        <w:ind w:firstLine="720" w:firstLineChars="200"/>
        <w:rPr>
          <w:rFonts w:hint="eastAsia" w:ascii="仿宋_GB2312" w:hAnsi="Times New Roman" w:eastAsia="仿宋_GB2312"/>
          <w:bCs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>联 系 电 话</w:t>
      </w:r>
      <w:r>
        <w:rPr>
          <w:rFonts w:hint="eastAsia" w:ascii="仿宋_GB2312" w:hAnsi="Times New Roman" w:eastAsia="仿宋_GB2312"/>
          <w:bCs/>
          <w:kern w:val="0"/>
          <w:sz w:val="36"/>
          <w:szCs w:val="36"/>
        </w:rPr>
        <w:t>：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</w:p>
    <w:p w14:paraId="1D45EC58">
      <w:pPr>
        <w:widowControl/>
        <w:adjustRightInd w:val="0"/>
        <w:spacing w:line="600" w:lineRule="exact"/>
        <w:ind w:firstLine="720" w:firstLineChars="200"/>
        <w:rPr>
          <w:rFonts w:hint="eastAsia" w:ascii="仿宋_GB2312" w:hAnsi="Times New Roman" w:eastAsia="仿宋_GB2312"/>
          <w:bCs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>电 子 邮 箱</w:t>
      </w:r>
      <w:r>
        <w:rPr>
          <w:rFonts w:hint="eastAsia" w:ascii="仿宋_GB2312" w:hAnsi="Times New Roman" w:eastAsia="仿宋_GB2312"/>
          <w:bCs/>
          <w:kern w:val="0"/>
          <w:sz w:val="36"/>
          <w:szCs w:val="36"/>
        </w:rPr>
        <w:t>：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</w:p>
    <w:p w14:paraId="1AD687FC">
      <w:pPr>
        <w:widowControl/>
        <w:adjustRightInd w:val="0"/>
        <w:spacing w:line="600" w:lineRule="exact"/>
        <w:ind w:firstLine="720" w:firstLineChars="200"/>
        <w:rPr>
          <w:rFonts w:hint="eastAsia" w:ascii="仿宋_GB2312" w:hAnsi="宋体" w:eastAsia="宋体"/>
          <w:bCs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kern w:val="0"/>
          <w:sz w:val="36"/>
          <w:szCs w:val="36"/>
        </w:rPr>
        <w:t>填 表 日 期</w:t>
      </w:r>
      <w:r>
        <w:rPr>
          <w:rFonts w:hint="eastAsia" w:ascii="仿宋_GB2312" w:hAnsi="Times New Roman" w:eastAsia="仿宋_GB2312"/>
          <w:bCs/>
          <w:kern w:val="0"/>
          <w:sz w:val="36"/>
          <w:szCs w:val="36"/>
        </w:rPr>
        <w:t>：</w:t>
      </w:r>
      <w:r>
        <w:rPr>
          <w:rFonts w:ascii="Times New Roman" w:hAnsi="Times New Roman" w:eastAsia="宋体"/>
          <w:bCs/>
          <w:kern w:val="0"/>
          <w:sz w:val="22"/>
        </w:rPr>
        <w:t>_____________________________________________</w:t>
      </w:r>
    </w:p>
    <w:p w14:paraId="3AFC0E0C">
      <w:pPr>
        <w:spacing w:line="600" w:lineRule="exact"/>
        <w:rPr>
          <w:rFonts w:hint="eastAsia" w:ascii="Times New Roman" w:hAnsi="宋体" w:eastAsia="宋体" w:cs="宋体"/>
          <w:bCs/>
          <w:color w:val="000000"/>
          <w:sz w:val="32"/>
          <w:szCs w:val="32"/>
        </w:rPr>
      </w:pPr>
      <w:r>
        <w:rPr>
          <w:rFonts w:hint="eastAsia" w:ascii="Times New Roman" w:hAnsi="宋体" w:eastAsia="宋体" w:cs="宋体"/>
          <w:bCs/>
          <w:color w:val="000000"/>
          <w:sz w:val="32"/>
          <w:szCs w:val="32"/>
        </w:rPr>
        <w:t xml:space="preserve"> </w:t>
      </w:r>
    </w:p>
    <w:p w14:paraId="0F4989F3">
      <w:pPr>
        <w:widowControl/>
        <w:spacing w:line="600" w:lineRule="exact"/>
        <w:jc w:val="center"/>
        <w:rPr>
          <w:rFonts w:hint="eastAsia" w:ascii="楷体_GB2312" w:hAnsi="Times New Roman" w:eastAsia="楷体_GB2312"/>
          <w:bCs/>
          <w:spacing w:val="40"/>
          <w:kern w:val="0"/>
          <w:sz w:val="36"/>
          <w:szCs w:val="36"/>
        </w:rPr>
      </w:pPr>
      <w:r>
        <w:rPr>
          <w:rFonts w:hint="eastAsia" w:ascii="楷体_GB2312" w:hAnsi="Times New Roman" w:eastAsia="楷体_GB2312"/>
          <w:bCs/>
          <w:spacing w:val="40"/>
          <w:kern w:val="0"/>
          <w:sz w:val="36"/>
          <w:szCs w:val="36"/>
        </w:rPr>
        <w:t>山东省教育厅制</w:t>
      </w:r>
    </w:p>
    <w:p w14:paraId="577C94A1">
      <w:pPr>
        <w:spacing w:line="560" w:lineRule="exact"/>
        <w:jc w:val="center"/>
        <w:rPr>
          <w:rFonts w:hint="eastAsia" w:ascii="黑体" w:hAnsi="黑体" w:eastAsia="黑体" w:cs="宋体"/>
          <w:bCs/>
          <w:color w:val="000000"/>
          <w:sz w:val="44"/>
          <w:szCs w:val="44"/>
        </w:rPr>
      </w:pPr>
      <w:r>
        <w:rPr>
          <w:rFonts w:hint="eastAsia" w:ascii="黑体" w:hAnsi="黑体" w:eastAsia="黑体" w:cs="宋体"/>
          <w:bCs/>
          <w:color w:val="000000"/>
          <w:sz w:val="44"/>
          <w:szCs w:val="44"/>
        </w:rPr>
        <w:br w:type="page"/>
      </w:r>
      <w:r>
        <w:rPr>
          <w:rFonts w:hint="eastAsia" w:ascii="黑体" w:hAnsi="黑体" w:eastAsia="黑体" w:cs="宋体"/>
          <w:bCs/>
          <w:color w:val="000000"/>
          <w:sz w:val="44"/>
          <w:szCs w:val="44"/>
        </w:rPr>
        <w:t>填 表 说 明</w:t>
      </w:r>
    </w:p>
    <w:p w14:paraId="3204CCF3">
      <w:pPr>
        <w:spacing w:line="560" w:lineRule="exact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 xml:space="preserve"> </w:t>
      </w:r>
    </w:p>
    <w:p w14:paraId="391CCB1E">
      <w:pPr>
        <w:spacing w:line="580" w:lineRule="exact"/>
        <w:ind w:firstLine="640" w:firstLineChars="200"/>
        <w:rPr>
          <w:rFonts w:hint="eastAsia" w:ascii="仿宋_GB2312" w:hAnsi="宋体" w:eastAsia="仿宋_GB2312" w:cs="宋体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1.填写此表时，不要任意改变栏目和规格；内容简明扼要。如因篇幅原因需对表格进行调整，应当以“整页设计”为原则。</w:t>
      </w:r>
    </w:p>
    <w:p w14:paraId="3438CD55">
      <w:pPr>
        <w:spacing w:line="580" w:lineRule="exact"/>
        <w:ind w:firstLine="640" w:firstLineChars="200"/>
        <w:rPr>
          <w:rFonts w:hint="eastAsia" w:ascii="仿宋_GB2312" w:hAnsi="宋体" w:eastAsia="仿宋_GB2312" w:cs="宋体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2.项目批准后，学校项目管理部门及项目组自行留存《申报书》，内容、格式须与报送省教育厅的保持一致。</w:t>
      </w:r>
    </w:p>
    <w:p w14:paraId="2ABF5606">
      <w:pPr>
        <w:spacing w:line="580" w:lineRule="exact"/>
        <w:ind w:firstLine="640" w:firstLineChars="200"/>
        <w:rPr>
          <w:rFonts w:hint="eastAsia" w:ascii="仿宋_GB2312" w:hAnsi="宋体" w:eastAsia="仿宋_GB2312" w:cs="宋体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3.申请者签名处，不得用打印字和印刷体代替。</w:t>
      </w:r>
    </w:p>
    <w:p w14:paraId="069F6746">
      <w:pPr>
        <w:spacing w:line="580" w:lineRule="exact"/>
        <w:ind w:firstLine="640" w:firstLineChars="200"/>
        <w:rPr>
          <w:rFonts w:hint="eastAsia" w:ascii="仿宋_GB2312" w:hAnsi="宋体" w:eastAsia="仿宋_GB2312" w:cs="宋体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4.本表须经项目负责人所在学校审核，签署明确意见，并加盖公章后方可上报。合作单位需附同意推荐意见。</w:t>
      </w:r>
    </w:p>
    <w:p w14:paraId="0024D5B7">
      <w:pPr>
        <w:spacing w:line="580" w:lineRule="exact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br w:type="page"/>
      </w:r>
      <w:r>
        <w:rPr>
          <w:rFonts w:hint="eastAsia" w:ascii="黑体" w:hAnsi="黑体" w:eastAsia="黑体" w:cs="宋体"/>
          <w:sz w:val="32"/>
          <w:szCs w:val="32"/>
        </w:rPr>
        <w:t>一、简表</w:t>
      </w:r>
    </w:p>
    <w:tbl>
      <w:tblPr>
        <w:tblStyle w:val="4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019"/>
        <w:gridCol w:w="409"/>
        <w:gridCol w:w="341"/>
        <w:gridCol w:w="720"/>
        <w:gridCol w:w="765"/>
        <w:gridCol w:w="60"/>
        <w:gridCol w:w="298"/>
        <w:gridCol w:w="407"/>
        <w:gridCol w:w="673"/>
        <w:gridCol w:w="841"/>
        <w:gridCol w:w="419"/>
        <w:gridCol w:w="180"/>
        <w:gridCol w:w="707"/>
        <w:gridCol w:w="218"/>
        <w:gridCol w:w="401"/>
        <w:gridCol w:w="1109"/>
      </w:tblGrid>
      <w:tr w14:paraId="5EC5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8CF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项</w:t>
            </w:r>
          </w:p>
          <w:p w14:paraId="1AD6DBA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目</w:t>
            </w:r>
          </w:p>
          <w:p w14:paraId="1ACB583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简</w:t>
            </w:r>
          </w:p>
          <w:p w14:paraId="162AACA8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况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D031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项目名称</w:t>
            </w:r>
          </w:p>
        </w:tc>
        <w:tc>
          <w:tcPr>
            <w:tcW w:w="71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04A8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402A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9A668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A7F7E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项目编号</w:t>
            </w:r>
          </w:p>
        </w:tc>
        <w:tc>
          <w:tcPr>
            <w:tcW w:w="71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1E42B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szCs w:val="21"/>
              </w:rPr>
            </w:pPr>
          </w:p>
        </w:tc>
      </w:tr>
      <w:tr w14:paraId="013B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81B85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AD5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起止年月</w:t>
            </w:r>
          </w:p>
        </w:tc>
        <w:tc>
          <w:tcPr>
            <w:tcW w:w="713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6D01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 xml:space="preserve">       年   月至       年    月</w:t>
            </w:r>
          </w:p>
        </w:tc>
      </w:tr>
      <w:tr w14:paraId="65B0A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B083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3AD5C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专业名称</w:t>
            </w:r>
          </w:p>
        </w:tc>
        <w:tc>
          <w:tcPr>
            <w:tcW w:w="1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B9ABD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C03F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专业代码</w:t>
            </w:r>
          </w:p>
        </w:tc>
        <w:tc>
          <w:tcPr>
            <w:tcW w:w="30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A658E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17AC7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327">
            <w:pPr>
              <w:spacing w:after="62" w:afterLines="20" w:line="4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项   目   主   持   人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9B6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姓    名</w:t>
            </w:r>
          </w:p>
        </w:tc>
        <w:tc>
          <w:tcPr>
            <w:tcW w:w="1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5870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0FA5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性别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7E33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5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083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出生年月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E72A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30FEC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2652A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4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95C6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pacing w:val="14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pacing w:val="14"/>
                <w:szCs w:val="21"/>
              </w:rPr>
              <w:t>专业技术</w:t>
            </w:r>
          </w:p>
          <w:p w14:paraId="16D18D04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pacing w:val="14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pacing w:val="14"/>
                <w:szCs w:val="21"/>
              </w:rPr>
              <w:t>职务/行政职务</w:t>
            </w: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1E9F85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D3CE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最终学历/学位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AB95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7D64E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1F68B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4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6BA9F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pacing w:val="14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从事职业教育教学工作时间</w:t>
            </w: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EBA8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年  月至</w:t>
            </w:r>
          </w:p>
          <w:p w14:paraId="65B79476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年  月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A3D7D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近3年平均每年面向中高职学生实际课堂教学时间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CD15B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学时</w:t>
            </w:r>
          </w:p>
        </w:tc>
      </w:tr>
      <w:tr w14:paraId="5E696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CDFFE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A8FBF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pacing w:val="-20"/>
                <w:szCs w:val="21"/>
              </w:rPr>
              <w:t>近5年主要教学工作简</w:t>
            </w: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历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CFCC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时    间</w:t>
            </w: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5EBE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课程名称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156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授课对象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6EDA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学时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F0F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工作单位</w:t>
            </w:r>
          </w:p>
        </w:tc>
      </w:tr>
      <w:tr w14:paraId="2F34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2C822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FD6B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06E5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23B4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66838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E3628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8F55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63A64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D6CA7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F764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9064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0CC4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EFD2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22E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3EC7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37CC1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B7F19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6BC7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C2F7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1493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E94E4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4614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4BA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1A1B3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E87CB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58627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ABEB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3901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B84F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99A5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5BAC8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0AA70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167F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0EA1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pacing w:val="-2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pacing w:val="-20"/>
                <w:szCs w:val="21"/>
              </w:rPr>
              <w:t>近5年主要教学研究项目及</w:t>
            </w:r>
          </w:p>
          <w:p w14:paraId="6001269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pacing w:val="-20"/>
                <w:szCs w:val="21"/>
              </w:rPr>
              <w:t>成果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31B5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时  间</w:t>
            </w: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F46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69C4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在研/结题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F933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本人</w:t>
            </w:r>
          </w:p>
          <w:p w14:paraId="17711D3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位次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4A54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获奖情况</w:t>
            </w:r>
          </w:p>
        </w:tc>
      </w:tr>
      <w:tr w14:paraId="55FA6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14731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3FCF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E925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8549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99FD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0B04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第  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239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63339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773E4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D5C18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C348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A6C9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6248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3FE5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第  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3B9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16AD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A526C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51188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1FA3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04F2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4AD5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867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第  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AB39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0956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27CF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DD9C0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DFC5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B8EC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31DF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22B1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第  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3D3B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40579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8823A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D2082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CB394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A882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F655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886D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第  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A669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25A6C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BF31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8ECE5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56A8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0B95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74A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4EC9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第  位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EAFA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0698B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54599A">
            <w:pPr>
              <w:spacing w:line="260" w:lineRule="exact"/>
              <w:jc w:val="center"/>
              <w:rPr>
                <w:rFonts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项目主要成员（不含主持人</w:t>
            </w:r>
          </w:p>
          <w:p w14:paraId="64C759A2">
            <w:pPr>
              <w:spacing w:line="2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）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7BDC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总人数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FC4B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高级职称</w:t>
            </w:r>
          </w:p>
          <w:p w14:paraId="2C5E583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人数</w:t>
            </w: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9A445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中级职称</w:t>
            </w:r>
          </w:p>
          <w:p w14:paraId="1C9215B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人数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D9B5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初级职称人数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5F9E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博士人数</w:t>
            </w:r>
          </w:p>
        </w:tc>
        <w:tc>
          <w:tcPr>
            <w:tcW w:w="15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9149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硕士人数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23B6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行业企业</w:t>
            </w:r>
          </w:p>
          <w:p w14:paraId="564619C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人员人数</w:t>
            </w:r>
          </w:p>
        </w:tc>
      </w:tr>
      <w:tr w14:paraId="3ECD4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A1A4D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D7D32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900D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DD0A5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E316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3E645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5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74E3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5AD9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04EB4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A58E3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88A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姓  名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9BA5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9F33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出生年月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4B3B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职务</w:t>
            </w:r>
          </w:p>
        </w:tc>
        <w:tc>
          <w:tcPr>
            <w:tcW w:w="7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AD04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职称</w:t>
            </w: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EC1BF">
            <w:pPr>
              <w:snapToGrid w:val="0"/>
              <w:spacing w:line="24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所在单位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C4A0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承担任务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B5B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签  名</w:t>
            </w:r>
          </w:p>
        </w:tc>
      </w:tr>
      <w:tr w14:paraId="634D3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0229B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6A20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0F5B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73B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E969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3AE8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DFE2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2167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5E53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7DF76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81910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19E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5F15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01EB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E4165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17FC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56D92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2DD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AFF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580F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81858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BF8C5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44CE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1448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210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62C1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50853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8F70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6C07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3176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D0326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CBFB9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7FD3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8E95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A28B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C55F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0092F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73B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73F30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2FDF8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D2C5">
            <w:pPr>
              <w:widowControl/>
              <w:jc w:val="lef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301BD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08A1E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D9E2A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0A487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2AFAC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2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15061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C515B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3C2F6">
            <w:pPr>
              <w:spacing w:line="283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</w:tbl>
    <w:p w14:paraId="211CD12B">
      <w:pPr>
        <w:spacing w:line="300" w:lineRule="exact"/>
        <w:rPr>
          <w:rFonts w:hint="eastAsia" w:ascii="仿宋_GB2312" w:hAnsi="宋体" w:eastAsia="仿宋_GB2312" w:cs="宋体"/>
          <w:spacing w:val="-6"/>
          <w:szCs w:val="21"/>
        </w:rPr>
      </w:pPr>
      <w:r>
        <w:rPr>
          <w:rFonts w:hint="eastAsia" w:ascii="仿宋_GB2312" w:hAnsi="宋体" w:eastAsia="仿宋_GB2312" w:cs="宋体"/>
          <w:spacing w:val="-6"/>
          <w:szCs w:val="21"/>
        </w:rPr>
        <w:t>注：专业名称和代码填写教改项目涉及的主要专业（学校层面的综合改革可不填），参照《职业教育专业目录（2021年）》。</w:t>
      </w:r>
    </w:p>
    <w:p w14:paraId="4C18E745">
      <w:pPr>
        <w:spacing w:line="400" w:lineRule="exact"/>
        <w:rPr>
          <w:rFonts w:hint="eastAsia" w:ascii="黑体" w:hAnsi="黑体" w:eastAsia="黑体" w:cs="宋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br w:type="page"/>
      </w:r>
      <w:r>
        <w:rPr>
          <w:rFonts w:hint="eastAsia" w:ascii="黑体" w:hAnsi="黑体" w:eastAsia="黑体" w:cs="宋体"/>
          <w:sz w:val="32"/>
          <w:szCs w:val="32"/>
        </w:rPr>
        <w:t>二、立项背景与意义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1AFC4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6" w:hRule="atLeast"/>
          <w:jc w:val="center"/>
        </w:trPr>
        <w:tc>
          <w:tcPr>
            <w:tcW w:w="9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4B6918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bookmarkStart w:id="0" w:name="_Hlk172480438"/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（一）国内外相关研究现状分析（简评国内外对此问题的研究进展情况，包括该项目在山东省的研究与实践现状，不超过</w:t>
            </w:r>
            <w:bookmarkEnd w:id="0"/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4000字）</w:t>
            </w:r>
          </w:p>
          <w:p w14:paraId="0FC779C8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740B74EC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5D2D0E3E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762355E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C2C21AE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7218CA61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6CDEB36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7AFEF990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76D17A57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594F0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9" w:hRule="atLeast"/>
          <w:jc w:val="center"/>
        </w:trPr>
        <w:tc>
          <w:tcPr>
            <w:tcW w:w="9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8DB77B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（二）本项目研究意义（不超过300字）</w:t>
            </w:r>
          </w:p>
          <w:p w14:paraId="19304308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0215D70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56D6D12A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A0A5794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E0636FD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</w:tbl>
    <w:p w14:paraId="6BB06BC0">
      <w:pPr>
        <w:spacing w:line="400" w:lineRule="exact"/>
        <w:rPr>
          <w:rFonts w:hint="eastAsia" w:ascii="黑体" w:hAnsi="黑体" w:eastAsia="黑体" w:cs="宋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sz w:val="32"/>
          <w:szCs w:val="32"/>
        </w:rPr>
        <w:br w:type="page"/>
      </w:r>
      <w:r>
        <w:rPr>
          <w:rFonts w:hint="eastAsia" w:ascii="黑体" w:hAnsi="黑体" w:eastAsia="黑体" w:cs="宋体"/>
          <w:sz w:val="32"/>
          <w:szCs w:val="32"/>
        </w:rPr>
        <w:t>三、研究目标、内容和进程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ADA1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  <w:jc w:val="center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DEB5D7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bookmarkStart w:id="1" w:name="_Hlk172480355"/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（一）研究目标（不超过3</w:t>
            </w:r>
            <w:bookmarkEnd w:id="1"/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00字）</w:t>
            </w:r>
          </w:p>
          <w:p w14:paraId="20923238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76B48BE6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D42A631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6CE1E09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69C530D0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8F8D0ED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3C92F4C3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47500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  <w:jc w:val="center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8E6D89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（二）具体研究内容（不超过1500字）</w:t>
            </w:r>
          </w:p>
          <w:p w14:paraId="2CBDB378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9089FA9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CC90FCF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341BF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5" w:hRule="atLeast"/>
          <w:jc w:val="center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D6C795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（三）拟解决的关键问题（不超过500字）</w:t>
            </w:r>
          </w:p>
          <w:p w14:paraId="129DEBFD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34655A34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70A9CC2D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6E2D7A7A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68F6B9D2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016A1D2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6D1BB5E9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40BE9672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1AF4E97F">
            <w:pPr>
              <w:spacing w:line="560" w:lineRule="exact"/>
              <w:rPr>
                <w:rFonts w:hint="eastAsia" w:ascii="汉仪书宋一简" w:hAnsi="汉仪书宋一简" w:eastAsia="仿宋_GB2312"/>
                <w:bCs/>
                <w:color w:val="000000"/>
                <w:szCs w:val="21"/>
              </w:rPr>
            </w:pPr>
          </w:p>
        </w:tc>
      </w:tr>
      <w:tr w14:paraId="7B158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  <w:jc w:val="center"/>
        </w:trPr>
        <w:tc>
          <w:tcPr>
            <w:tcW w:w="4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9699C5">
            <w:pPr>
              <w:spacing w:before="156" w:beforeLines="50" w:line="560" w:lineRule="exac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（四）</w:t>
            </w:r>
            <w:r>
              <w:rPr>
                <w:rFonts w:hint="eastAsia" w:ascii="仿宋_GB2312" w:hAnsi="宋体" w:eastAsia="仿宋_GB2312"/>
                <w:szCs w:val="21"/>
              </w:rPr>
              <w:t>改革方案设计和解决问题的方法（不超过1500字）</w:t>
            </w:r>
          </w:p>
          <w:p w14:paraId="01C22C72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FB126EA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479EAD79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7EDAA03B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385D815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4CADAB29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72AAEDE0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0793CC4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FDCF405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F45C84E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17143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1" w:hRule="atLeast"/>
          <w:jc w:val="center"/>
        </w:trPr>
        <w:tc>
          <w:tcPr>
            <w:tcW w:w="4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E910D3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（五）项目的创新点、预期效益（包括实施范围与受益范围等）（不超过500字）</w:t>
            </w:r>
          </w:p>
          <w:p w14:paraId="6AF81637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3409C4C3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817533A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1F46428B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FBD13BD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1E863E5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4512556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8C8B904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A48D25A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177407A8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96C9412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72CE3344">
            <w:pPr>
              <w:spacing w:line="44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2D7A3F7E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02BF6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4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983219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（六）推广应用价值（不超过500字）</w:t>
            </w:r>
          </w:p>
          <w:p w14:paraId="1625885E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2CFF4F61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D6750EC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1D32405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D31C83C">
            <w:pPr>
              <w:spacing w:before="156" w:beforeLines="50" w:line="560" w:lineRule="exact"/>
              <w:rPr>
                <w:rFonts w:hint="eastAsia" w:ascii="汉仪书宋一简" w:hAnsi="汉仪书宋一简" w:eastAsia="仿宋_GB2312"/>
                <w:bCs/>
                <w:color w:val="000000"/>
                <w:szCs w:val="21"/>
              </w:rPr>
            </w:pPr>
          </w:p>
        </w:tc>
      </w:tr>
      <w:tr w14:paraId="1CFAD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9" w:hRule="atLeast"/>
          <w:jc w:val="center"/>
        </w:trPr>
        <w:tc>
          <w:tcPr>
            <w:tcW w:w="4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67D578">
            <w:pPr>
              <w:spacing w:before="156" w:beforeLines="50" w:line="560" w:lineRule="exac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（七）项目的预期成果（研究总报告、教改方案、人才培养方案、教材、课件、软件、调研报告、著作、论文等。其中，研究总报告为必备成果。不超过300字）</w:t>
            </w:r>
          </w:p>
          <w:p w14:paraId="1F536489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00D2CA0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26DC0BD8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263DCF34">
            <w:pPr>
              <w:spacing w:before="156" w:beforeLines="50" w:line="560" w:lineRule="exact"/>
              <w:rPr>
                <w:rFonts w:hint="eastAsia" w:ascii="汉仪书宋一简" w:hAnsi="汉仪书宋一简" w:eastAsia="仿宋_GB2312"/>
                <w:bCs/>
                <w:color w:val="000000"/>
                <w:szCs w:val="21"/>
              </w:rPr>
            </w:pPr>
          </w:p>
        </w:tc>
      </w:tr>
      <w:tr w14:paraId="7A2EA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4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55A62A">
            <w:pPr>
              <w:spacing w:line="300" w:lineRule="exact"/>
              <w:rPr>
                <w:rFonts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（八）</w:t>
            </w:r>
            <w:r>
              <w:rPr>
                <w:rFonts w:hint="eastAsia" w:ascii="仿宋_GB2312" w:hAnsi="宋体" w:eastAsia="仿宋_GB2312"/>
                <w:szCs w:val="21"/>
              </w:rPr>
              <w:t>项目具体安排及进度（不超过800字）</w:t>
            </w:r>
          </w:p>
          <w:p w14:paraId="6432B026">
            <w:pPr>
              <w:spacing w:line="30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B2286F6">
            <w:pPr>
              <w:spacing w:line="30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8AB52E1">
            <w:pPr>
              <w:spacing w:line="30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B6070E9">
            <w:pPr>
              <w:spacing w:line="30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0F62D9EE">
            <w:pPr>
              <w:spacing w:line="300" w:lineRule="exact"/>
              <w:rPr>
                <w:rFonts w:hint="eastAsia" w:ascii="仿宋_GB2312" w:hAnsi="宋体" w:eastAsia="仿宋_GB2312"/>
                <w:szCs w:val="21"/>
              </w:rPr>
            </w:pPr>
          </w:p>
          <w:p w14:paraId="5E12624D">
            <w:pPr>
              <w:spacing w:line="300" w:lineRule="exact"/>
              <w:rPr>
                <w:rFonts w:hint="eastAsia" w:ascii="汉仪书宋一简" w:hAnsi="汉仪书宋一简" w:eastAsia="仿宋_GB2312"/>
                <w:bCs/>
                <w:color w:val="000000"/>
                <w:szCs w:val="21"/>
              </w:rPr>
            </w:pPr>
          </w:p>
          <w:p w14:paraId="341D7E5B">
            <w:pPr>
              <w:spacing w:line="300" w:lineRule="exact"/>
              <w:rPr>
                <w:rFonts w:ascii="汉仪书宋一简" w:hAnsi="汉仪书宋一简" w:eastAsia="仿宋_GB2312"/>
                <w:bCs/>
                <w:color w:val="000000"/>
                <w:szCs w:val="21"/>
              </w:rPr>
            </w:pPr>
          </w:p>
          <w:p w14:paraId="43085E27">
            <w:pPr>
              <w:spacing w:line="300" w:lineRule="exact"/>
              <w:rPr>
                <w:rFonts w:ascii="汉仪书宋一简" w:hAnsi="汉仪书宋一简" w:eastAsia="仿宋_GB2312"/>
                <w:bCs/>
                <w:color w:val="000000"/>
                <w:szCs w:val="21"/>
              </w:rPr>
            </w:pPr>
          </w:p>
          <w:p w14:paraId="68AD6709">
            <w:pPr>
              <w:spacing w:line="300" w:lineRule="exact"/>
              <w:rPr>
                <w:rFonts w:ascii="汉仪书宋一简" w:hAnsi="汉仪书宋一简" w:eastAsia="仿宋_GB2312"/>
                <w:bCs/>
                <w:color w:val="000000"/>
                <w:szCs w:val="21"/>
              </w:rPr>
            </w:pPr>
          </w:p>
          <w:p w14:paraId="25FC1010">
            <w:pPr>
              <w:spacing w:line="300" w:lineRule="exact"/>
              <w:rPr>
                <w:rFonts w:ascii="汉仪书宋一简" w:hAnsi="汉仪书宋一简" w:eastAsia="仿宋_GB2312"/>
                <w:bCs/>
                <w:color w:val="000000"/>
                <w:szCs w:val="21"/>
              </w:rPr>
            </w:pPr>
          </w:p>
          <w:p w14:paraId="7536D055">
            <w:pPr>
              <w:spacing w:line="300" w:lineRule="exact"/>
              <w:rPr>
                <w:rFonts w:ascii="汉仪书宋一简" w:hAnsi="汉仪书宋一简" w:eastAsia="仿宋_GB2312"/>
                <w:bCs/>
                <w:color w:val="000000"/>
                <w:szCs w:val="21"/>
              </w:rPr>
            </w:pPr>
          </w:p>
          <w:p w14:paraId="7DD646DC">
            <w:pPr>
              <w:spacing w:line="300" w:lineRule="exact"/>
              <w:rPr>
                <w:rFonts w:hint="eastAsia" w:ascii="汉仪书宋一简" w:hAnsi="汉仪书宋一简" w:eastAsia="仿宋_GB2312"/>
                <w:bCs/>
                <w:color w:val="000000"/>
                <w:szCs w:val="21"/>
              </w:rPr>
            </w:pPr>
          </w:p>
        </w:tc>
      </w:tr>
    </w:tbl>
    <w:p w14:paraId="332D4D8F">
      <w:pPr>
        <w:spacing w:line="400" w:lineRule="exac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四、项目研究基础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6D46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7" w:hRule="atLeast"/>
          <w:jc w:val="center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D590A0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（一）项目组成员已开展的相关研究及主要成果（包括校级及以上课题、学术论著论文及所获奖励等，前期研究成果不超过10项）</w:t>
            </w:r>
          </w:p>
          <w:p w14:paraId="5829C58F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2E5323A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2160E596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6794C0AF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40805878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ED54641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12CCF077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63CA567A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111E4FF6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 w14:paraId="546B27D2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04C58054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09F28827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1061A4AC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5106EC23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7CA0C274">
            <w:pPr>
              <w:spacing w:before="156" w:beforeLines="50" w:line="30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</w:tbl>
    <w:p w14:paraId="54EC42B3">
      <w:pPr>
        <w:spacing w:line="400" w:lineRule="exact"/>
        <w:rPr>
          <w:rFonts w:hint="eastAsia" w:ascii="黑体" w:hAnsi="黑体" w:eastAsia="黑体" w:cs="宋体"/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bCs/>
          <w:color w:val="000000"/>
          <w:sz w:val="24"/>
          <w:szCs w:val="24"/>
        </w:rPr>
        <w:t>注：前期相关研究成果限报10项，成果名称、形式（如论文、专著、咨询报告等）须与《申报书（活页）》相同，活页中不能填写的成果作者、发表刊物或出版社名称、发表或出版时间等信息要在本表中加以注明。与本项目无关的成果不能作为前期成果填写；合作者注明作者排序。</w:t>
      </w:r>
      <w:r>
        <w:rPr>
          <w:rFonts w:hint="eastAsia" w:ascii="黑体" w:hAnsi="黑体" w:eastAsia="黑体" w:cs="宋体"/>
          <w:bCs/>
          <w:color w:val="000000"/>
          <w:sz w:val="32"/>
          <w:szCs w:val="32"/>
        </w:rPr>
        <w:br w:type="page"/>
      </w:r>
      <w:r>
        <w:rPr>
          <w:rFonts w:hint="eastAsia" w:ascii="黑体" w:hAnsi="黑体" w:eastAsia="黑体" w:cs="宋体"/>
          <w:sz w:val="32"/>
          <w:szCs w:val="32"/>
        </w:rPr>
        <w:t>五、经费预算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488"/>
        <w:gridCol w:w="5867"/>
      </w:tblGrid>
      <w:tr w14:paraId="584C5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E96B4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支出项目</w:t>
            </w: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41FD4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金额（元）</w:t>
            </w:r>
          </w:p>
        </w:tc>
        <w:tc>
          <w:tcPr>
            <w:tcW w:w="32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EC009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依    据    及    理    由</w:t>
            </w:r>
          </w:p>
        </w:tc>
      </w:tr>
      <w:tr w14:paraId="5F0D2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1B135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F2F49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2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A13F9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410F9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3C114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373F1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2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54A75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253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50F0B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88AA4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2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64B73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4F3AC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54DCA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2F3C3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2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608EF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  <w:tr w14:paraId="61F3B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2002E">
            <w:pPr>
              <w:spacing w:line="560" w:lineRule="exact"/>
              <w:jc w:val="center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D03D8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  <w:tc>
          <w:tcPr>
            <w:tcW w:w="32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84F89">
            <w:pPr>
              <w:spacing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</w:tc>
      </w:tr>
    </w:tbl>
    <w:p w14:paraId="7FACF35F">
      <w:pPr>
        <w:spacing w:line="240" w:lineRule="exact"/>
        <w:rPr>
          <w:rFonts w:hint="eastAsia" w:ascii="楷体_GB2312" w:hAnsi="宋体" w:eastAsia="楷体_GB2312" w:cs="宋体"/>
          <w:bCs/>
          <w:color w:val="000000"/>
          <w:sz w:val="30"/>
          <w:szCs w:val="30"/>
        </w:rPr>
      </w:pPr>
      <w:r>
        <w:rPr>
          <w:rFonts w:hint="eastAsia" w:ascii="楷体_GB2312" w:hAnsi="宋体" w:eastAsia="楷体_GB2312" w:cs="宋体"/>
          <w:bCs/>
          <w:color w:val="000000"/>
          <w:sz w:val="30"/>
          <w:szCs w:val="30"/>
        </w:rPr>
        <w:t xml:space="preserve"> </w:t>
      </w:r>
    </w:p>
    <w:p w14:paraId="0B8D04A3">
      <w:pPr>
        <w:spacing w:line="560" w:lineRule="exact"/>
        <w:rPr>
          <w:rFonts w:hint="eastAsia" w:ascii="黑体" w:hAnsi="黑体" w:eastAsia="黑体" w:cs="宋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sz w:val="32"/>
          <w:szCs w:val="32"/>
        </w:rPr>
        <w:t>六、推荐、审核意见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14571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90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42568FB7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学校（单位）审核意见</w:t>
            </w:r>
          </w:p>
          <w:p w14:paraId="58612782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DBF4ADB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646CC57E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负责人签字：                                                     （盖章）</w:t>
            </w:r>
          </w:p>
          <w:p w14:paraId="40560D6B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 xml:space="preserve">（合作单位可加附页）                                           年    月    日        </w:t>
            </w:r>
          </w:p>
        </w:tc>
      </w:tr>
      <w:tr w14:paraId="61190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atLeast"/>
          <w:jc w:val="center"/>
        </w:trPr>
        <w:tc>
          <w:tcPr>
            <w:tcW w:w="90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C7DD29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市教育局审核意见（面向中等职业学校）</w:t>
            </w:r>
          </w:p>
          <w:p w14:paraId="389CB765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1107AB1F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BEA7B2A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</w:p>
          <w:p w14:paraId="336D195B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>负责人签字：                                                    （盖章）</w:t>
            </w:r>
          </w:p>
          <w:p w14:paraId="2EE4022C">
            <w:pPr>
              <w:spacing w:before="156" w:beforeLines="50" w:line="560" w:lineRule="exact"/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Cs w:val="21"/>
              </w:rPr>
              <w:t xml:space="preserve">（合作单位可加附页）                                          年    月    日 </w:t>
            </w:r>
          </w:p>
        </w:tc>
      </w:tr>
    </w:tbl>
    <w:p w14:paraId="2C66EE6E">
      <w:pPr>
        <w:tabs>
          <w:tab w:val="left" w:pos="1080"/>
        </w:tabs>
        <w:spacing w:line="280" w:lineRule="exact"/>
        <w:ind w:firstLine="880" w:firstLineChars="200"/>
        <w:rPr>
          <w:rFonts w:hint="eastAsia" w:ascii="方正小标宋_GBK" w:hAnsi="方正小标宋_GBK" w:eastAsia="方正小标宋_GBK" w:cs="方正小标宋_GBK"/>
          <w:color w:val="000000"/>
          <w:sz w:val="4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41" w:right="1531" w:bottom="1985" w:left="1531" w:header="851" w:footer="1644" w:gutter="0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书宋一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E9CA28D5-C68B-4754-93E6-620B7434D7F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ACE04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18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4E8ACEF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6389B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41C4CDD8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0622E"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18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5BD7982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22C3D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02A44F4"/>
    <w:rsid w:val="28222C3D"/>
    <w:rsid w:val="2E665EAE"/>
    <w:rsid w:val="367D4C50"/>
    <w:rsid w:val="44BE59C9"/>
    <w:rsid w:val="5B2701C2"/>
    <w:rsid w:val="5DAF0A54"/>
    <w:rsid w:val="7C2406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10</Pages>
  <Words>1219</Words>
  <Characters>1690</Characters>
  <Lines>1</Lines>
  <Paragraphs>1</Paragraphs>
  <TotalTime>2</TotalTime>
  <ScaleCrop>false</ScaleCrop>
  <LinksUpToDate>false</LinksUpToDate>
  <CharactersWithSpaces>2085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2025-12-29T00:28:00Z</dcterms:created>
  <dc:creator>文印1</dc:creator>
  <cp:lastModifiedBy>Administrator</cp:lastModifiedBy>
  <dcterms:modified xsi:type="dcterms:W3CDTF">2026-01-05T00:22:40Z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B730C87FB7F74702A9522338D6EECB1C_13</vt:lpwstr>
  </property>
  <property fmtid="{D5CDD505-2E9C-101B-9397-08002B2CF9AE}" pid="4" name="KSOTemplateDocerSaveRecord">
    <vt:lpwstr>eyJoZGlkIjoiNzgwOTUzNTgwNmMyYzQ1OGY2MGYzMmY3ZTIyZDI3NzEiLCJ1c2VySWQiOiIzNzczNzMzNjUifQ==</vt:lpwstr>
  </property>
</Properties>
</file>